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33F2B001" w:rsidR="00EE2CD0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22D0E67C" w14:textId="77777777" w:rsidR="00777A25" w:rsidRPr="00CB5915" w:rsidRDefault="00777A25" w:rsidP="00777A25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482EE3D4" w14:textId="0665A236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le </w:t>
      </w:r>
      <w:r w:rsidR="00E3232F">
        <w:rPr>
          <w:rFonts w:ascii="Arial" w:hAnsi="Arial"/>
          <w:lang w:val="fr-BE"/>
        </w:rPr>
        <w:t>mitigeur thermostati</w:t>
      </w:r>
      <w:r w:rsidR="005E055F">
        <w:rPr>
          <w:rFonts w:ascii="Arial" w:hAnsi="Arial"/>
          <w:lang w:val="fr-BE"/>
        </w:rPr>
        <w:t>que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77A25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777A25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777A25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777A25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19481" w14:textId="77777777" w:rsidR="003F38A3" w:rsidRDefault="003F38A3">
      <w:r>
        <w:separator/>
      </w:r>
    </w:p>
  </w:endnote>
  <w:endnote w:type="continuationSeparator" w:id="0">
    <w:p w14:paraId="57CBA283" w14:textId="77777777" w:rsidR="003F38A3" w:rsidRDefault="003F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12C1B" w14:textId="77777777" w:rsidR="003F38A3" w:rsidRDefault="003F38A3">
      <w:r>
        <w:separator/>
      </w:r>
    </w:p>
  </w:footnote>
  <w:footnote w:type="continuationSeparator" w:id="0">
    <w:p w14:paraId="3DF14032" w14:textId="77777777" w:rsidR="003F38A3" w:rsidRDefault="003F3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155D8BA7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 xml:space="preserve">avec </w:t>
    </w:r>
    <w:r w:rsidR="001744C3">
      <w:rPr>
        <w:rFonts w:ascii="Arial" w:hAnsi="Arial"/>
        <w:b/>
        <w:lang w:val="fr-BE"/>
      </w:rPr>
      <w:t>thermostat</w:t>
    </w:r>
    <w:r w:rsidR="003D562A">
      <w:rPr>
        <w:rFonts w:ascii="Arial" w:hAnsi="Arial"/>
        <w:b/>
        <w:lang w:val="fr-BE"/>
      </w:rPr>
      <w:t>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44C3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38A3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055F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2455F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A25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32F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739A54-4CC7-400F-BC63-0A4C03290BB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329</Words>
  <Characters>1697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2023-12-22T07:25:00Z</dcterms:created>
  <dcterms:modified xsi:type="dcterms:W3CDTF">2023-12-22T08:11:00Z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